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:rsidR="00C947DA" w:rsidRPr="006F40D2" w:rsidRDefault="00C947DA" w:rsidP="00C947DA">
      <w:pPr>
        <w:rPr>
          <w:b/>
        </w:rPr>
      </w:pPr>
      <w:r w:rsidRPr="006F40D2">
        <w:rPr>
          <w:b/>
        </w:rPr>
        <w:t>ТЕРРИТОРИАЛЬНАЯ ИЗБИРАТЕЛЬНАЯ КОМИССИЯ</w:t>
      </w:r>
    </w:p>
    <w:p w:rsidR="00C947DA" w:rsidRPr="006F40D2" w:rsidRDefault="00C947DA" w:rsidP="00C947DA">
      <w:pPr>
        <w:ind w:left="567" w:firstLine="567"/>
        <w:rPr>
          <w:b/>
        </w:rPr>
      </w:pPr>
      <w:r w:rsidRPr="006F40D2">
        <w:rPr>
          <w:b/>
        </w:rPr>
        <w:t>ТЕРБУНСКОГО  РАЙОНА</w:t>
      </w:r>
    </w:p>
    <w:p w:rsidR="00C947DA" w:rsidRPr="00C947DA" w:rsidRDefault="00C947DA" w:rsidP="006F40D2">
      <w:pPr>
        <w:pStyle w:val="2"/>
        <w:spacing w:after="0"/>
        <w:jc w:val="center"/>
        <w:rPr>
          <w:rFonts w:ascii="Times New Roman" w:eastAsia="Calibri" w:hAnsi="Times New Roman" w:cs="Times New Roman"/>
          <w:i w:val="0"/>
          <w:sz w:val="32"/>
          <w:szCs w:val="32"/>
        </w:rPr>
      </w:pPr>
      <w:r w:rsidRPr="00C947DA">
        <w:rPr>
          <w:rFonts w:ascii="Times New Roman" w:eastAsia="Calibri" w:hAnsi="Times New Roman" w:cs="Times New Roman"/>
          <w:i w:val="0"/>
          <w:sz w:val="32"/>
          <w:szCs w:val="32"/>
        </w:rPr>
        <w:t>ПОСТАНОВЛЕНИЕ</w:t>
      </w:r>
    </w:p>
    <w:p w:rsidR="00C947DA" w:rsidRPr="00C947DA" w:rsidRDefault="00C947DA" w:rsidP="00C947DA">
      <w:pPr>
        <w:pStyle w:val="2"/>
        <w:spacing w:after="0"/>
        <w:ind w:left="567" w:firstLine="567"/>
        <w:rPr>
          <w:rFonts w:ascii="Times New Roman" w:eastAsia="Calibri" w:hAnsi="Times New Roman" w:cs="Times New Roman"/>
          <w:color w:val="4F81BD"/>
          <w:sz w:val="10"/>
          <w:szCs w:val="10"/>
        </w:rPr>
      </w:pPr>
      <w:r w:rsidRPr="00C947DA">
        <w:rPr>
          <w:rFonts w:ascii="Times New Roman" w:eastAsia="Calibri" w:hAnsi="Times New Roman" w:cs="Times New Roman"/>
          <w:color w:val="4F81BD"/>
        </w:rPr>
        <w:t xml:space="preserve"> </w:t>
      </w:r>
    </w:p>
    <w:p w:rsidR="00C947DA" w:rsidRPr="00C947DA" w:rsidRDefault="00C947DA" w:rsidP="00C947DA">
      <w:r w:rsidRPr="00C947DA">
        <w:t xml:space="preserve">17 июня 2025 года                                             </w:t>
      </w:r>
      <w:r w:rsidRPr="00C947DA">
        <w:tab/>
      </w:r>
      <w:r w:rsidRPr="00C947DA">
        <w:tab/>
      </w:r>
      <w:r w:rsidRPr="00C947DA">
        <w:tab/>
        <w:t xml:space="preserve">              № 115/48</w:t>
      </w:r>
      <w:bookmarkStart w:id="0" w:name="_GoBack"/>
      <w:bookmarkEnd w:id="0"/>
      <w:r>
        <w:t>5</w:t>
      </w:r>
    </w:p>
    <w:p w:rsidR="00C947DA" w:rsidRPr="006F40D2" w:rsidRDefault="00C947DA" w:rsidP="00C947DA">
      <w:pPr>
        <w:ind w:firstLine="567"/>
        <w:rPr>
          <w:sz w:val="24"/>
          <w:szCs w:val="24"/>
        </w:rPr>
      </w:pPr>
      <w:r w:rsidRPr="006F40D2">
        <w:rPr>
          <w:sz w:val="24"/>
          <w:szCs w:val="24"/>
        </w:rPr>
        <w:t>с. Тербуны</w:t>
      </w:r>
    </w:p>
    <w:p w:rsidR="00C947DA" w:rsidRPr="00C947DA" w:rsidRDefault="00C947DA" w:rsidP="00C947DA">
      <w:pPr>
        <w:ind w:firstLine="567"/>
        <w:rPr>
          <w:b/>
          <w:bCs/>
          <w:color w:val="000000" w:themeColor="text1"/>
        </w:rPr>
      </w:pPr>
    </w:p>
    <w:p w:rsidR="00333DF6" w:rsidRPr="002671BA" w:rsidRDefault="006F40D2" w:rsidP="006F40D2">
      <w:pPr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О</w:t>
      </w:r>
      <w:r w:rsidR="00333DF6" w:rsidRPr="00C947DA">
        <w:rPr>
          <w:b/>
          <w:bCs/>
          <w:color w:val="000000" w:themeColor="text1"/>
        </w:rPr>
        <w:t xml:space="preserve"> Рабочей группе по приему и проверке документов, представляемых</w:t>
      </w:r>
      <w:r w:rsidR="00333DF6" w:rsidRPr="002671BA">
        <w:rPr>
          <w:b/>
          <w:bCs/>
          <w:color w:val="000000" w:themeColor="text1"/>
        </w:rPr>
        <w:t xml:space="preserve"> в территориальную избирательную комиссию </w:t>
      </w:r>
      <w:r w:rsidR="00C947DA">
        <w:rPr>
          <w:b/>
          <w:bCs/>
          <w:color w:val="000000" w:themeColor="text1"/>
        </w:rPr>
        <w:t>Тербунского района</w:t>
      </w:r>
    </w:p>
    <w:p w:rsidR="00333DF6" w:rsidRPr="002671BA" w:rsidRDefault="00333DF6" w:rsidP="006F40D2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333DF6" w:rsidRPr="002671BA" w:rsidRDefault="00333DF6" w:rsidP="006F40D2">
      <w:pPr>
        <w:pStyle w:val="af3"/>
        <w:spacing w:after="0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C947DA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C947DA">
        <w:rPr>
          <w:b/>
          <w:bCs/>
        </w:rPr>
        <w:t>Тербунского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5D57DB" w:rsidRDefault="00333DF6" w:rsidP="006F40D2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5D57DB" w:rsidRDefault="005D57DB" w:rsidP="00A53552">
      <w:pPr>
        <w:rPr>
          <w:b/>
        </w:rPr>
      </w:pPr>
    </w:p>
    <w:p w:rsidR="00333DF6" w:rsidRPr="00DF4E60" w:rsidRDefault="00333DF6" w:rsidP="00C947DA">
      <w:pPr>
        <w:tabs>
          <w:tab w:val="left" w:pos="-2250"/>
        </w:tabs>
        <w:spacing w:line="276" w:lineRule="auto"/>
        <w:ind w:firstLine="756"/>
        <w:jc w:val="both"/>
      </w:pP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1" w:name="_Hlk40717153"/>
      <w:bookmarkStart w:id="2" w:name="_Hlk40879436"/>
      <w:r w:rsidR="00C947DA" w:rsidRPr="006F3FDC">
        <w:t>постановлением избирательной комиссии Липецкой области   от 20 марта 2025 года № 79/789-7 «О возложении полномочий по организации подготовки и проведения выборов в органы местного самоуправления, местного референдума в Тербунском муниципальном округе Липецкой области на территориальную избирательную комиссию Тербунского района»</w:t>
      </w:r>
      <w:r w:rsidRPr="00DF4E60">
        <w:t xml:space="preserve">, </w:t>
      </w:r>
      <w:r w:rsidR="00C947DA" w:rsidRPr="006F3FDC">
        <w:t>постановлением территориальной избирательной комиссии Тербунского района</w:t>
      </w:r>
      <w:r w:rsidR="00C947DA" w:rsidRPr="006F3FDC">
        <w:rPr>
          <w:bCs/>
        </w:rPr>
        <w:t xml:space="preserve"> от 17 июня 2025 года № 115/472 «О возложении полномочий окружных избирательных комиссий по выборам депутатов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C947DA">
        <w:rPr>
          <w:bCs/>
        </w:rPr>
        <w:t xml:space="preserve">, </w:t>
      </w:r>
      <w:r w:rsidRPr="00DF4E60">
        <w:t>территориальная избирательная комиссия</w:t>
      </w:r>
      <w:r w:rsidRPr="00DF4E60">
        <w:rPr>
          <w:b/>
        </w:rPr>
        <w:t xml:space="preserve"> </w:t>
      </w:r>
      <w:r w:rsidR="00C947DA" w:rsidRPr="00C947DA">
        <w:t>Тербунского района</w:t>
      </w:r>
      <w:r w:rsidR="00C947DA">
        <w:rPr>
          <w:b/>
        </w:rPr>
        <w:t xml:space="preserve"> </w:t>
      </w:r>
      <w:r w:rsidRPr="00DF4E60">
        <w:rPr>
          <w:b/>
        </w:rPr>
        <w:t>постановляет</w:t>
      </w:r>
      <w:r w:rsidRPr="00DF4E60">
        <w:t>:</w:t>
      </w:r>
    </w:p>
    <w:bookmarkEnd w:id="1"/>
    <w:bookmarkEnd w:id="2"/>
    <w:p w:rsidR="00333DF6" w:rsidRPr="00333DF6" w:rsidRDefault="00764B93" w:rsidP="00333DF6">
      <w:pPr>
        <w:spacing w:line="276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C947DA">
        <w:rPr>
          <w:color w:val="000000" w:themeColor="text1"/>
        </w:rPr>
        <w:t>Тербунского района</w:t>
      </w:r>
      <w:r w:rsidR="00333DF6" w:rsidRPr="00333DF6">
        <w:rPr>
          <w:color w:val="000000" w:themeColor="text1"/>
          <w:sz w:val="20"/>
          <w:szCs w:val="20"/>
        </w:rPr>
        <w:t xml:space="preserve">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выборов депутатов Совета депутатов </w:t>
      </w:r>
      <w:r w:rsidR="00C947DA">
        <w:t>Тербунского</w:t>
      </w:r>
      <w:r w:rsidR="00333DF6" w:rsidRPr="00333DF6">
        <w:t xml:space="preserve"> муниципального округа Липецкой области Российской Федерации первого созыва 14 сентября  2025 года (прилагается)</w:t>
      </w:r>
      <w:r w:rsidR="00EC2DB8">
        <w:t>.</w:t>
      </w:r>
    </w:p>
    <w:p w:rsidR="002A13DD" w:rsidRDefault="002A13DD" w:rsidP="00333DF6">
      <w:pPr>
        <w:spacing w:line="276" w:lineRule="auto"/>
        <w:jc w:val="both"/>
        <w:rPr>
          <w:rFonts w:ascii="Times New Roman CYR" w:hAnsi="Times New Roman CYR"/>
        </w:rPr>
      </w:pPr>
    </w:p>
    <w:p w:rsidR="00C947DA" w:rsidRPr="006F3FDC" w:rsidRDefault="00C947DA" w:rsidP="00C947DA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</w:rPr>
      </w:pPr>
      <w:r w:rsidRPr="006F3FDC">
        <w:rPr>
          <w:b/>
        </w:rPr>
        <w:t>Председатель территориальной</w:t>
      </w:r>
    </w:p>
    <w:p w:rsidR="00C947DA" w:rsidRPr="006F3FDC" w:rsidRDefault="00C947DA" w:rsidP="00C947DA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</w:rPr>
      </w:pPr>
      <w:r w:rsidRPr="006F3FDC">
        <w:rPr>
          <w:b/>
        </w:rPr>
        <w:t xml:space="preserve">избирательной комиссии   </w:t>
      </w:r>
    </w:p>
    <w:p w:rsidR="00C947DA" w:rsidRPr="006F3FDC" w:rsidRDefault="00C947DA" w:rsidP="00C947DA">
      <w:pPr>
        <w:pStyle w:val="31"/>
        <w:ind w:left="0" w:hanging="27"/>
        <w:rPr>
          <w:b/>
          <w:sz w:val="28"/>
          <w:szCs w:val="28"/>
        </w:rPr>
      </w:pPr>
      <w:r w:rsidRPr="006F3FDC">
        <w:rPr>
          <w:b/>
          <w:sz w:val="28"/>
          <w:szCs w:val="28"/>
        </w:rPr>
        <w:t xml:space="preserve">Тербунского района </w:t>
      </w:r>
      <w:r w:rsidRPr="006F3FDC">
        <w:rPr>
          <w:b/>
          <w:sz w:val="28"/>
          <w:szCs w:val="28"/>
        </w:rPr>
        <w:tab/>
      </w:r>
      <w:r w:rsidRPr="006F3FDC">
        <w:rPr>
          <w:b/>
          <w:sz w:val="28"/>
          <w:szCs w:val="28"/>
        </w:rPr>
        <w:tab/>
      </w:r>
      <w:r w:rsidRPr="006F3FDC">
        <w:rPr>
          <w:b/>
          <w:sz w:val="28"/>
          <w:szCs w:val="28"/>
        </w:rPr>
        <w:tab/>
      </w:r>
      <w:r w:rsidRPr="006F3FDC">
        <w:rPr>
          <w:b/>
          <w:sz w:val="28"/>
          <w:szCs w:val="28"/>
        </w:rPr>
        <w:tab/>
      </w:r>
      <w:r w:rsidRPr="006F3FDC">
        <w:rPr>
          <w:b/>
          <w:sz w:val="28"/>
          <w:szCs w:val="28"/>
        </w:rPr>
        <w:tab/>
      </w:r>
      <w:r w:rsidRPr="006F3FDC">
        <w:rPr>
          <w:b/>
          <w:sz w:val="28"/>
          <w:szCs w:val="28"/>
        </w:rPr>
        <w:tab/>
      </w:r>
      <w:r w:rsidRPr="006F3FDC">
        <w:rPr>
          <w:b/>
          <w:sz w:val="28"/>
          <w:szCs w:val="28"/>
        </w:rPr>
        <w:tab/>
        <w:t xml:space="preserve">С.В. Ткачев       </w:t>
      </w:r>
    </w:p>
    <w:p w:rsidR="00C947DA" w:rsidRPr="006F3FDC" w:rsidRDefault="00C947DA" w:rsidP="00C947DA">
      <w:pPr>
        <w:pStyle w:val="31"/>
        <w:ind w:left="0" w:hanging="27"/>
        <w:rPr>
          <w:b/>
          <w:sz w:val="28"/>
          <w:szCs w:val="28"/>
        </w:rPr>
      </w:pPr>
    </w:p>
    <w:p w:rsidR="00C947DA" w:rsidRPr="006F3FDC" w:rsidRDefault="00C947DA" w:rsidP="00C947DA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</w:rPr>
      </w:pPr>
      <w:r w:rsidRPr="006F3FDC">
        <w:rPr>
          <w:b/>
        </w:rPr>
        <w:t>Секретарь территориальной</w:t>
      </w:r>
    </w:p>
    <w:p w:rsidR="00C947DA" w:rsidRPr="006F3FDC" w:rsidRDefault="00C947DA" w:rsidP="00C947DA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</w:rPr>
      </w:pPr>
      <w:r w:rsidRPr="006F3FDC">
        <w:rPr>
          <w:b/>
        </w:rPr>
        <w:t>избирательной комиссии</w:t>
      </w:r>
      <w:r w:rsidRPr="006F3FDC">
        <w:rPr>
          <w:b/>
        </w:rPr>
        <w:tab/>
      </w:r>
    </w:p>
    <w:p w:rsidR="00C947DA" w:rsidRDefault="00C947DA" w:rsidP="00C947DA">
      <w:pPr>
        <w:jc w:val="both"/>
        <w:rPr>
          <w:b/>
        </w:rPr>
      </w:pPr>
      <w:r w:rsidRPr="006F3FDC">
        <w:rPr>
          <w:b/>
        </w:rPr>
        <w:t xml:space="preserve">Тербунского района              </w:t>
      </w:r>
      <w:r w:rsidRPr="006F3FDC">
        <w:rPr>
          <w:b/>
        </w:rPr>
        <w:tab/>
      </w:r>
      <w:r w:rsidRPr="006F3FDC">
        <w:rPr>
          <w:b/>
        </w:rPr>
        <w:tab/>
      </w:r>
      <w:r w:rsidRPr="006F3FDC">
        <w:rPr>
          <w:b/>
        </w:rPr>
        <w:tab/>
      </w:r>
      <w:r w:rsidRPr="006F3FDC">
        <w:rPr>
          <w:b/>
        </w:rPr>
        <w:tab/>
      </w:r>
      <w:r w:rsidRPr="006F3FDC">
        <w:rPr>
          <w:b/>
        </w:rPr>
        <w:tab/>
        <w:t>И.Г. Смирнова</w:t>
      </w:r>
    </w:p>
    <w:p w:rsidR="006F40D2" w:rsidRDefault="006F40D2" w:rsidP="00C947DA">
      <w:pPr>
        <w:jc w:val="both"/>
        <w:rPr>
          <w:color w:val="000000" w:themeColor="text1"/>
          <w:sz w:val="24"/>
          <w:szCs w:val="24"/>
        </w:rPr>
      </w:pPr>
    </w:p>
    <w:p w:rsidR="00FA3BA6" w:rsidRPr="00272FA5" w:rsidRDefault="00FA3BA6" w:rsidP="00FA3B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>
        <w:tc>
          <w:tcPr>
            <w:tcW w:w="5174" w:type="dxa"/>
          </w:tcPr>
          <w:p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УТВЕРЖДЕН</w:t>
            </w:r>
          </w:p>
          <w:p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6F40D2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</w:p>
          <w:p w:rsidR="00507844" w:rsidRDefault="00C947DA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Тербунского района</w:t>
            </w:r>
          </w:p>
          <w:p w:rsidR="0058658F" w:rsidRPr="005615CA" w:rsidRDefault="0027652A" w:rsidP="00C947D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C947DA">
              <w:rPr>
                <w:bCs/>
                <w:sz w:val="24"/>
                <w:szCs w:val="24"/>
              </w:rPr>
              <w:t>17 июня</w:t>
            </w:r>
            <w:r w:rsidR="00223A19">
              <w:rPr>
                <w:bCs/>
                <w:sz w:val="24"/>
                <w:szCs w:val="24"/>
              </w:rPr>
              <w:t xml:space="preserve"> 20</w:t>
            </w:r>
            <w:r w:rsidR="00C947DA">
              <w:rPr>
                <w:bCs/>
                <w:sz w:val="24"/>
                <w:szCs w:val="24"/>
              </w:rPr>
              <w:t xml:space="preserve">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C947DA">
              <w:rPr>
                <w:bCs/>
                <w:sz w:val="24"/>
                <w:szCs w:val="24"/>
              </w:rPr>
              <w:t>115/485</w:t>
            </w:r>
          </w:p>
        </w:tc>
      </w:tr>
    </w:tbl>
    <w:p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:rsidR="00764B93" w:rsidRDefault="00764B93" w:rsidP="006F40D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6F40D2" w:rsidRDefault="00333DF6" w:rsidP="006F40D2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</w:t>
      </w:r>
    </w:p>
    <w:p w:rsidR="00333DF6" w:rsidRPr="002671BA" w:rsidRDefault="00333DF6" w:rsidP="006F40D2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в территориальную избирательную комиссию </w:t>
      </w:r>
      <w:r w:rsidR="00C947DA">
        <w:rPr>
          <w:b/>
          <w:bCs/>
          <w:color w:val="000000" w:themeColor="text1"/>
        </w:rPr>
        <w:t>Тербунского района</w:t>
      </w:r>
    </w:p>
    <w:p w:rsidR="00333DF6" w:rsidRPr="002671BA" w:rsidRDefault="00333DF6" w:rsidP="006F40D2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:rsidR="00333DF6" w:rsidRPr="002671BA" w:rsidRDefault="00333DF6" w:rsidP="006F40D2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C947DA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C947DA">
        <w:rPr>
          <w:b/>
          <w:bCs/>
        </w:rPr>
        <w:t xml:space="preserve">Тербунского </w:t>
      </w:r>
      <w:r w:rsidRPr="002671BA">
        <w:rPr>
          <w:b/>
          <w:bCs/>
        </w:rPr>
        <w:t xml:space="preserve"> муниципального округа Липецкой области Российской Федерации первого созыва</w:t>
      </w:r>
    </w:p>
    <w:p w:rsidR="00333DF6" w:rsidRDefault="00333DF6" w:rsidP="006F40D2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2A13DD" w:rsidRDefault="002A13DD" w:rsidP="002A13DD">
      <w:pPr>
        <w:rPr>
          <w:b/>
        </w:rPr>
      </w:pPr>
    </w:p>
    <w:p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/>
      </w:tblPr>
      <w:tblGrid>
        <w:gridCol w:w="4983"/>
        <w:gridCol w:w="4373"/>
      </w:tblGrid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6F40D2" w:rsidP="00E027A7">
            <w:pPr>
              <w:autoSpaceDE w:val="0"/>
              <w:autoSpaceDN w:val="0"/>
              <w:adjustRightInd w:val="0"/>
              <w:jc w:val="both"/>
            </w:pPr>
            <w:r>
              <w:t>Ткачев Сергей Василь</w:t>
            </w:r>
            <w:r w:rsidR="00C947DA">
              <w:t>е</w:t>
            </w:r>
            <w:r>
              <w:t>в</w:t>
            </w:r>
            <w:r w:rsidR="00C947DA">
              <w:t>ич</w:t>
            </w:r>
          </w:p>
        </w:tc>
        <w:tc>
          <w:tcPr>
            <w:tcW w:w="4289" w:type="dxa"/>
          </w:tcPr>
          <w:p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председатель </w:t>
            </w:r>
            <w:r w:rsidR="008316E2">
              <w:t xml:space="preserve"> </w:t>
            </w:r>
            <w:r w:rsidR="00D80A64">
              <w:t xml:space="preserve">территориальной </w:t>
            </w:r>
            <w:r w:rsidR="00BA6116">
              <w:t>избирательной комиссии</w:t>
            </w: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66649E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8316E2" w:rsidTr="00ED576F">
        <w:trPr>
          <w:tblCellSpacing w:w="28" w:type="dxa"/>
        </w:trPr>
        <w:tc>
          <w:tcPr>
            <w:tcW w:w="4899" w:type="dxa"/>
          </w:tcPr>
          <w:p w:rsidR="008316E2" w:rsidRDefault="00C947DA" w:rsidP="00E027A7">
            <w:pPr>
              <w:autoSpaceDE w:val="0"/>
              <w:autoSpaceDN w:val="0"/>
              <w:adjustRightInd w:val="0"/>
              <w:jc w:val="both"/>
            </w:pPr>
            <w:r>
              <w:t>Кузьмина Елена Владимировна</w:t>
            </w:r>
          </w:p>
        </w:tc>
        <w:tc>
          <w:tcPr>
            <w:tcW w:w="4289" w:type="dxa"/>
          </w:tcPr>
          <w:p w:rsidR="0066649E" w:rsidRPr="0066649E" w:rsidRDefault="00C947DA" w:rsidP="0066649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заместитель председателя</w:t>
            </w:r>
          </w:p>
          <w:p w:rsidR="008316E2" w:rsidRPr="00B80421" w:rsidRDefault="00D80A64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территориальной </w:t>
            </w:r>
            <w:r w:rsidR="00BA6116">
              <w:t xml:space="preserve"> избирательной комиссии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:rsidTr="00ED576F">
        <w:trPr>
          <w:tblCellSpacing w:w="28" w:type="dxa"/>
        </w:trPr>
        <w:tc>
          <w:tcPr>
            <w:tcW w:w="9244" w:type="dxa"/>
            <w:gridSpan w:val="2"/>
          </w:tcPr>
          <w:p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947DA" w:rsidP="00E027A7">
            <w:pPr>
              <w:autoSpaceDE w:val="0"/>
              <w:autoSpaceDN w:val="0"/>
              <w:adjustRightInd w:val="0"/>
              <w:jc w:val="both"/>
            </w:pPr>
            <w:r>
              <w:t>Смирнова Ирина Геннадьевна</w:t>
            </w:r>
          </w:p>
        </w:tc>
        <w:tc>
          <w:tcPr>
            <w:tcW w:w="4289" w:type="dxa"/>
          </w:tcPr>
          <w:p w:rsidR="0066649E" w:rsidRDefault="00C947DA" w:rsidP="00C947DA">
            <w:pPr>
              <w:autoSpaceDE w:val="0"/>
              <w:autoSpaceDN w:val="0"/>
              <w:adjustRightInd w:val="0"/>
              <w:jc w:val="left"/>
            </w:pPr>
            <w:r>
              <w:t xml:space="preserve">секретарь </w:t>
            </w:r>
            <w:r w:rsidR="00E00BC9">
              <w:t xml:space="preserve">территориальной </w:t>
            </w:r>
            <w:r w:rsidR="0066649E">
              <w:t>избирательной комиссии</w:t>
            </w:r>
            <w:r w:rsidR="00E00BC9">
              <w:t>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947DA" w:rsidP="009716D5">
            <w:pPr>
              <w:autoSpaceDE w:val="0"/>
              <w:autoSpaceDN w:val="0"/>
              <w:adjustRightInd w:val="0"/>
              <w:jc w:val="both"/>
            </w:pPr>
            <w:r>
              <w:t>Лапенкова Валентина Николаевна</w:t>
            </w:r>
          </w:p>
        </w:tc>
        <w:tc>
          <w:tcPr>
            <w:tcW w:w="4289" w:type="dxa"/>
          </w:tcPr>
          <w:p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6F40D2" w:rsidP="00E027A7">
            <w:pPr>
              <w:autoSpaceDE w:val="0"/>
              <w:autoSpaceDN w:val="0"/>
              <w:adjustRightInd w:val="0"/>
              <w:jc w:val="both"/>
            </w:pPr>
            <w:r>
              <w:t>Соболев Павел Макарович</w:t>
            </w:r>
          </w:p>
        </w:tc>
        <w:tc>
          <w:tcPr>
            <w:tcW w:w="4289" w:type="dxa"/>
          </w:tcPr>
          <w:p w:rsidR="0066649E" w:rsidRPr="00B80421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C947DA" w:rsidP="00E027A7">
            <w:pPr>
              <w:autoSpaceDE w:val="0"/>
              <w:autoSpaceDN w:val="0"/>
              <w:adjustRightInd w:val="0"/>
              <w:jc w:val="both"/>
            </w:pPr>
            <w:r>
              <w:t>Ульшина Елена Анатольевна</w:t>
            </w:r>
          </w:p>
        </w:tc>
        <w:tc>
          <w:tcPr>
            <w:tcW w:w="4289" w:type="dxa"/>
          </w:tcPr>
          <w:p w:rsidR="0066649E" w:rsidRDefault="00FC462B" w:rsidP="00E027A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</w:t>
            </w:r>
            <w:r w:rsidR="003D50D4">
              <w:t>;</w:t>
            </w:r>
          </w:p>
        </w:tc>
      </w:tr>
      <w:tr w:rsidR="0066649E" w:rsidTr="00ED576F">
        <w:trPr>
          <w:tblCellSpacing w:w="28" w:type="dxa"/>
        </w:trPr>
        <w:tc>
          <w:tcPr>
            <w:tcW w:w="489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66649E" w:rsidRDefault="0066649E" w:rsidP="00E027A7">
            <w:pPr>
              <w:autoSpaceDE w:val="0"/>
              <w:autoSpaceDN w:val="0"/>
              <w:adjustRightInd w:val="0"/>
              <w:jc w:val="left"/>
            </w:pPr>
          </w:p>
        </w:tc>
      </w:tr>
    </w:tbl>
    <w:p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70A" w:rsidRDefault="007A370A">
      <w:r>
        <w:separator/>
      </w:r>
    </w:p>
  </w:endnote>
  <w:endnote w:type="continuationSeparator" w:id="0">
    <w:p w:rsidR="007A370A" w:rsidRDefault="007A3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ED2BBA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70A" w:rsidRDefault="007A370A">
      <w:r>
        <w:separator/>
      </w:r>
    </w:p>
  </w:footnote>
  <w:footnote w:type="continuationSeparator" w:id="0">
    <w:p w:rsidR="007A370A" w:rsidRDefault="007A3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ED2BBA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90657"/>
    <w:rsid w:val="003D50D4"/>
    <w:rsid w:val="003F342D"/>
    <w:rsid w:val="0041329F"/>
    <w:rsid w:val="00430D48"/>
    <w:rsid w:val="0043206F"/>
    <w:rsid w:val="00436264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6F40D2"/>
    <w:rsid w:val="00702813"/>
    <w:rsid w:val="007125F3"/>
    <w:rsid w:val="007211BA"/>
    <w:rsid w:val="00764B93"/>
    <w:rsid w:val="007729EF"/>
    <w:rsid w:val="00774778"/>
    <w:rsid w:val="0078019C"/>
    <w:rsid w:val="00785B6C"/>
    <w:rsid w:val="007A370A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947DA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2BBA"/>
    <w:rsid w:val="00ED576F"/>
    <w:rsid w:val="00EE4CEF"/>
    <w:rsid w:val="00F012A0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C947DA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881EF-676A-491D-9A06-779941E0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20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Smirnova</cp:lastModifiedBy>
  <cp:revision>6</cp:revision>
  <cp:lastPrinted>2023-04-12T05:19:00Z</cp:lastPrinted>
  <dcterms:created xsi:type="dcterms:W3CDTF">2025-05-22T05:25:00Z</dcterms:created>
  <dcterms:modified xsi:type="dcterms:W3CDTF">2025-06-18T08:27:00Z</dcterms:modified>
</cp:coreProperties>
</file>